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68B774B4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06FFA">
        <w:rPr>
          <w:rFonts w:cstheme="minorHAnsi"/>
          <w:b/>
          <w:lang w:eastAsia="pl-PL"/>
        </w:rPr>
        <w:t>42</w:t>
      </w:r>
      <w:r w:rsidR="0090117B">
        <w:rPr>
          <w:rFonts w:cstheme="minorHAnsi"/>
          <w:b/>
          <w:lang w:eastAsia="pl-PL"/>
        </w:rPr>
        <w:t>39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0117B" w:rsidRPr="0090117B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 - w obrębie miast/gmin: Żabia Wola Pniewy i Nadarzyn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DF1CA26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06FFA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90117B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POST/DYS/OLD/GZ/04239/2025                        </dmsv2SWPP2ObjectNumber>
    <dmsv2SWPP2SumMD5 xmlns="http://schemas.microsoft.com/sharepoint/v3">c92a6bf5f499fcf8d4678a1319d20732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DPFVW34YURAE-834641568-2096</_dlc_DocId>
    <_dlc_DocIdUrl xmlns="a19cb1c7-c5c7-46d4-85ae-d83685407bba">
      <Url>https://swpp2.dms.gkpge.pl/sites/40/_layouts/15/DocIdRedir.aspx?ID=DPFVW34YURAE-834641568-2096</Url>
      <Description>DPFVW34YURAE-834641568-2096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58346B-0FF4-4885-98E0-9E3B6721FA6B}"/>
</file>

<file path=customXml/itemProps5.xml><?xml version="1.0" encoding="utf-8"?>
<ds:datastoreItem xmlns:ds="http://schemas.openxmlformats.org/officeDocument/2006/customXml" ds:itemID="{2C7CA959-EA4F-4BA7-9225-D0A10AFF912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8</cp:revision>
  <cp:lastPrinted>2024-07-15T11:21:00Z</cp:lastPrinted>
  <dcterms:created xsi:type="dcterms:W3CDTF">2025-10-01T08:37:00Z</dcterms:created>
  <dcterms:modified xsi:type="dcterms:W3CDTF">2025-11-25T07:46:00Z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19c12793-78f2-4f4e-9fc0-12f86b8aa5cc</vt:lpwstr>
  </property>
</Properties>
</file>